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9C" w:rsidRDefault="00DE549C" w:rsidP="00F80FB2">
      <w:pPr>
        <w:tabs>
          <w:tab w:val="left" w:pos="816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549C" w:rsidRPr="00C37650" w:rsidRDefault="00DE549C" w:rsidP="00F80FB2">
      <w:pPr>
        <w:tabs>
          <w:tab w:val="left" w:pos="816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7650">
        <w:rPr>
          <w:rFonts w:ascii="Times New Roman" w:hAnsi="Times New Roman" w:cs="Times New Roman"/>
          <w:sz w:val="24"/>
          <w:szCs w:val="24"/>
          <w:lang w:eastAsia="ru-RU"/>
        </w:rPr>
        <w:t>для учащихся 6 класса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549C" w:rsidRPr="00C37650" w:rsidRDefault="00DE549C" w:rsidP="00CC1695">
      <w:pPr>
        <w:tabs>
          <w:tab w:val="left" w:pos="816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7650">
        <w:rPr>
          <w:rFonts w:ascii="Times New Roman" w:hAnsi="Times New Roman" w:cs="Times New Roman"/>
          <w:sz w:val="24"/>
          <w:szCs w:val="24"/>
          <w:lang w:eastAsia="ru-RU"/>
        </w:rPr>
        <w:t xml:space="preserve">по теме «Технология создания изделий из </w:t>
      </w:r>
      <w:r>
        <w:rPr>
          <w:rFonts w:ascii="Times New Roman" w:hAnsi="Times New Roman" w:cs="Times New Roman"/>
          <w:sz w:val="24"/>
          <w:szCs w:val="24"/>
          <w:lang w:eastAsia="ru-RU"/>
        </w:rPr>
        <w:t>металла</w:t>
      </w:r>
      <w:r w:rsidRPr="00C37650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DE549C" w:rsidRPr="00C37650" w:rsidRDefault="00DE549C" w:rsidP="00CC1695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7650">
        <w:rPr>
          <w:rFonts w:ascii="Times New Roman" w:hAnsi="Times New Roman" w:cs="Times New Roman"/>
          <w:sz w:val="24"/>
          <w:szCs w:val="24"/>
          <w:lang w:eastAsia="ru-RU"/>
        </w:rPr>
        <w:t>Учебник «Технология - 6»  под редакцией В. Д. Симоненко</w:t>
      </w:r>
    </w:p>
    <w:p w:rsidR="00DE549C" w:rsidRDefault="00DE549C" w:rsidP="00D91696">
      <w:pPr>
        <w:tabs>
          <w:tab w:val="left" w:pos="2130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Блок А</w:t>
      </w:r>
    </w:p>
    <w:p w:rsidR="00DE549C" w:rsidRPr="00C37650" w:rsidRDefault="00DE549C" w:rsidP="00CC169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37650">
        <w:rPr>
          <w:rFonts w:ascii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</w:t>
      </w:r>
      <w:r w:rsidRPr="00C3765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уровень</w:t>
      </w:r>
      <w:r w:rsidRPr="00C376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C37650">
        <w:rPr>
          <w:rFonts w:ascii="Times New Roman" w:hAnsi="Times New Roman" w:cs="Times New Roman"/>
          <w:sz w:val="24"/>
          <w:szCs w:val="24"/>
          <w:lang w:eastAsia="ru-RU"/>
        </w:rPr>
        <w:t>Выберите правильный ответ.</w:t>
      </w:r>
    </w:p>
    <w:p w:rsidR="00DE549C" w:rsidRPr="00CC1695" w:rsidRDefault="00DE549C" w:rsidP="00CC1695">
      <w:pPr>
        <w:spacing w:line="240" w:lineRule="auto"/>
        <w:rPr>
          <w:rFonts w:ascii="Times New Roman" w:hAnsi="Times New Roman" w:cs="Times New Roman"/>
          <w:b/>
          <w:bCs/>
        </w:rPr>
      </w:pPr>
      <w:r w:rsidRPr="00C37650">
        <w:rPr>
          <w:rFonts w:ascii="Times New Roman" w:hAnsi="Times New Roman" w:cs="Times New Roman"/>
          <w:b/>
          <w:bCs/>
        </w:rPr>
        <w:t xml:space="preserve">1. </w:t>
      </w:r>
      <w:r w:rsidRPr="00CC1695">
        <w:rPr>
          <w:rFonts w:ascii="Times New Roman" w:hAnsi="Times New Roman" w:cs="Times New Roman"/>
          <w:b/>
          <w:bCs/>
        </w:rPr>
        <w:t xml:space="preserve"> Не относится к рубке металлических заготовок зубилом</w:t>
      </w:r>
    </w:p>
    <w:p w:rsidR="00DE549C" w:rsidRPr="000C75C6" w:rsidRDefault="00DE549C" w:rsidP="00CC169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0C75C6">
        <w:rPr>
          <w:rFonts w:ascii="Times New Roman" w:hAnsi="Times New Roman" w:cs="Times New Roman"/>
        </w:rPr>
        <w:t xml:space="preserve">Молоток. </w:t>
      </w:r>
      <w:r>
        <w:rPr>
          <w:rFonts w:ascii="Times New Roman" w:hAnsi="Times New Roman" w:cs="Times New Roman"/>
        </w:rPr>
        <w:t xml:space="preserve">   2) Ножовка.   3) Тиски.     4) </w:t>
      </w:r>
      <w:r w:rsidRPr="000C75C6">
        <w:rPr>
          <w:rFonts w:ascii="Times New Roman" w:hAnsi="Times New Roman" w:cs="Times New Roman"/>
        </w:rPr>
        <w:t>Очки защитные.</w:t>
      </w:r>
    </w:p>
    <w:p w:rsidR="00DE549C" w:rsidRPr="00A40FB2" w:rsidRDefault="00DE549C" w:rsidP="00A40FB2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 w:rsidRPr="00A40FB2">
        <w:rPr>
          <w:rFonts w:ascii="Times New Roman" w:hAnsi="Times New Roman" w:cs="Times New Roman"/>
          <w:b/>
          <w:bCs/>
        </w:rPr>
        <w:t xml:space="preserve"> Для заточки зубьев пил применяют напильник</w:t>
      </w:r>
    </w:p>
    <w:p w:rsidR="00DE549C" w:rsidRDefault="00DE549C" w:rsidP="00A40FB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Надфиль.   2) Полукруглый.   3) </w:t>
      </w:r>
      <w:r w:rsidRPr="00A40FB2">
        <w:rPr>
          <w:rFonts w:ascii="Times New Roman" w:hAnsi="Times New Roman" w:cs="Times New Roman"/>
        </w:rPr>
        <w:t xml:space="preserve">Трехгранный. </w:t>
      </w:r>
      <w:r>
        <w:rPr>
          <w:rFonts w:ascii="Times New Roman" w:hAnsi="Times New Roman" w:cs="Times New Roman"/>
        </w:rPr>
        <w:t xml:space="preserve">   4) </w:t>
      </w:r>
      <w:r w:rsidRPr="00A40FB2">
        <w:rPr>
          <w:rFonts w:ascii="Times New Roman" w:hAnsi="Times New Roman" w:cs="Times New Roman"/>
        </w:rPr>
        <w:t xml:space="preserve"> Драчевый.</w:t>
      </w:r>
    </w:p>
    <w:p w:rsidR="00DE549C" w:rsidRPr="00A40FB2" w:rsidRDefault="00DE549C" w:rsidP="00A40FB2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A40FB2">
        <w:rPr>
          <w:rFonts w:ascii="Times New Roman" w:hAnsi="Times New Roman" w:cs="Times New Roman"/>
          <w:b/>
          <w:bCs/>
        </w:rPr>
        <w:t>В кирпичной или бетонной стене отверстие сверлят</w:t>
      </w:r>
    </w:p>
    <w:p w:rsidR="00DE549C" w:rsidRPr="00A40FB2" w:rsidRDefault="00DE549C" w:rsidP="00A40FB2">
      <w:pPr>
        <w:spacing w:line="240" w:lineRule="auto"/>
        <w:rPr>
          <w:rFonts w:ascii="Times New Roman" w:hAnsi="Times New Roman" w:cs="Times New Roman"/>
        </w:rPr>
      </w:pPr>
      <w:r w:rsidRPr="00A40FB2">
        <w:rPr>
          <w:rFonts w:ascii="Times New Roman" w:hAnsi="Times New Roman" w:cs="Times New Roman"/>
        </w:rPr>
        <w:t xml:space="preserve">1) Шлямбуром.   2) </w:t>
      </w:r>
      <w:r>
        <w:rPr>
          <w:rFonts w:ascii="Times New Roman" w:hAnsi="Times New Roman" w:cs="Times New Roman"/>
        </w:rPr>
        <w:t xml:space="preserve">Сверлом с твердым сплавом.   </w:t>
      </w:r>
      <w:r w:rsidRPr="00A40FB2">
        <w:rPr>
          <w:rFonts w:ascii="Times New Roman" w:hAnsi="Times New Roman" w:cs="Times New Roman"/>
        </w:rPr>
        <w:t>3) Шурупом.  4) Пробойником.</w:t>
      </w:r>
    </w:p>
    <w:p w:rsidR="00DE549C" w:rsidRPr="00BA3160" w:rsidRDefault="00DE549C" w:rsidP="00BA316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 w:rsidRPr="00BA3160">
        <w:rPr>
          <w:rFonts w:ascii="Times New Roman" w:hAnsi="Times New Roman" w:cs="Times New Roman"/>
          <w:b/>
          <w:bCs/>
        </w:rPr>
        <w:t>Петли и замки не бывают</w:t>
      </w:r>
    </w:p>
    <w:p w:rsidR="00DE549C" w:rsidRPr="00BA3160" w:rsidRDefault="00DE549C" w:rsidP="00BA3160">
      <w:pPr>
        <w:rPr>
          <w:rFonts w:ascii="Times New Roman" w:hAnsi="Times New Roman" w:cs="Times New Roman"/>
        </w:rPr>
      </w:pPr>
      <w:r w:rsidRPr="00BA3160">
        <w:rPr>
          <w:rFonts w:ascii="Times New Roman" w:hAnsi="Times New Roman" w:cs="Times New Roman"/>
        </w:rPr>
        <w:t>1) Закладные.   2)  Дверные.   3) Накладные.    4) Врезные.</w:t>
      </w:r>
    </w:p>
    <w:p w:rsidR="00DE549C" w:rsidRPr="00FF59BA" w:rsidRDefault="00DE549C" w:rsidP="00FF59B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FF59BA">
        <w:rPr>
          <w:rFonts w:ascii="Times New Roman" w:hAnsi="Times New Roman" w:cs="Times New Roman"/>
          <w:b/>
          <w:bCs/>
        </w:rPr>
        <w:t>. Не засоряет природу</w:t>
      </w:r>
    </w:p>
    <w:p w:rsidR="00DE549C" w:rsidRPr="00FF59BA" w:rsidRDefault="00DE549C" w:rsidP="00FF59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59BA">
        <w:rPr>
          <w:rFonts w:ascii="Times New Roman" w:hAnsi="Times New Roman" w:cs="Times New Roman"/>
        </w:rPr>
        <w:t>1) Костер.   2) Муравейник.  3) Древесная пыль.   4) Опилки.</w:t>
      </w:r>
    </w:p>
    <w:p w:rsidR="00DE549C" w:rsidRDefault="00DE549C" w:rsidP="00CC16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Блок В</w:t>
      </w:r>
    </w:p>
    <w:p w:rsidR="00DE549C" w:rsidRPr="00CC184C" w:rsidRDefault="00DE549C" w:rsidP="00CC16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184C">
        <w:rPr>
          <w:rFonts w:ascii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II</w:t>
      </w:r>
      <w:r w:rsidRPr="00CC184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уровень</w:t>
      </w:r>
      <w:r w:rsidRPr="00CC184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CC184C">
        <w:rPr>
          <w:rFonts w:ascii="Times New Roman" w:hAnsi="Times New Roman" w:cs="Times New Roman"/>
          <w:sz w:val="24"/>
          <w:szCs w:val="24"/>
        </w:rPr>
        <w:t>Практическое задание.</w:t>
      </w:r>
    </w:p>
    <w:p w:rsidR="00DE549C" w:rsidRPr="00CC184C" w:rsidRDefault="00DE549C" w:rsidP="00452094">
      <w:pPr>
        <w:rPr>
          <w:rFonts w:ascii="Times New Roman" w:hAnsi="Times New Roman" w:cs="Times New Roman"/>
        </w:rPr>
      </w:pPr>
      <w:r w:rsidRPr="00CC184C">
        <w:rPr>
          <w:rFonts w:ascii="Times New Roman" w:hAnsi="Times New Roman" w:cs="Times New Roman"/>
        </w:rPr>
        <w:t xml:space="preserve">Разработайте чертеж и составьте маршрутную карту изготовления изделия </w:t>
      </w:r>
      <w:r>
        <w:rPr>
          <w:rFonts w:ascii="Times New Roman" w:hAnsi="Times New Roman" w:cs="Times New Roman"/>
        </w:rPr>
        <w:t>из тонколистового металла или  проволоки.  И</w:t>
      </w:r>
      <w:r w:rsidRPr="00CC184C">
        <w:rPr>
          <w:rFonts w:ascii="Times New Roman" w:hAnsi="Times New Roman" w:cs="Times New Roman"/>
        </w:rPr>
        <w:t>зготовьте данное изделие.</w:t>
      </w:r>
    </w:p>
    <w:p w:rsidR="00DE549C" w:rsidRPr="00CC184C" w:rsidRDefault="00DE549C" w:rsidP="00CC16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DE549C" w:rsidRPr="00CC184C" w:rsidRDefault="00DE549C" w:rsidP="004520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>- соблюдение правил техники безопасности;</w:t>
      </w:r>
    </w:p>
    <w:p w:rsidR="00DE549C" w:rsidRPr="00CC184C" w:rsidRDefault="00DE549C" w:rsidP="004520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>- правильная последовательность выполнения операций;</w:t>
      </w:r>
    </w:p>
    <w:p w:rsidR="00DE549C" w:rsidRPr="00CC184C" w:rsidRDefault="00DE549C" w:rsidP="004520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>- качество выполнения;</w:t>
      </w:r>
    </w:p>
    <w:p w:rsidR="00DE549C" w:rsidRPr="00CC184C" w:rsidRDefault="00DE549C" w:rsidP="004520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>- качество шлифования;</w:t>
      </w:r>
    </w:p>
    <w:p w:rsidR="00DE549C" w:rsidRDefault="00DE549C" w:rsidP="00D35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84C">
        <w:rPr>
          <w:rFonts w:ascii="Times New Roman" w:hAnsi="Times New Roman" w:cs="Times New Roman"/>
          <w:sz w:val="24"/>
          <w:szCs w:val="24"/>
        </w:rPr>
        <w:t>- время выполнения.</w:t>
      </w:r>
    </w:p>
    <w:p w:rsidR="00DE549C" w:rsidRPr="00D91696" w:rsidRDefault="00DE549C" w:rsidP="00D35FD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91696">
        <w:rPr>
          <w:rFonts w:ascii="Times New Roman" w:hAnsi="Times New Roman" w:cs="Times New Roman"/>
          <w:b/>
          <w:bCs/>
          <w:sz w:val="24"/>
          <w:szCs w:val="24"/>
          <w:u w:val="single"/>
        </w:rPr>
        <w:t>Блок С</w:t>
      </w:r>
    </w:p>
    <w:p w:rsidR="00DE549C" w:rsidRDefault="00DE549C" w:rsidP="00CC1695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C184C">
        <w:rPr>
          <w:rFonts w:ascii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III</w:t>
      </w:r>
      <w:r w:rsidRPr="00CC184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уровень</w:t>
      </w:r>
      <w:r w:rsidRPr="00CC184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DE549C" w:rsidRPr="00C7744A" w:rsidRDefault="00DE549C" w:rsidP="00BE1FBE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Напишите, в</w:t>
      </w:r>
      <w:r w:rsidRPr="00C7744A">
        <w:rPr>
          <w:rFonts w:ascii="Times New Roman" w:hAnsi="Times New Roman" w:cs="Times New Roman"/>
          <w:sz w:val="24"/>
          <w:szCs w:val="24"/>
          <w:lang w:eastAsia="ru-RU"/>
        </w:rPr>
        <w:t xml:space="preserve"> чем сходство и различие между зубилом и слесарной ножовкой?</w:t>
      </w:r>
    </w:p>
    <w:p w:rsidR="00DE549C" w:rsidRDefault="00DE549C" w:rsidP="00CC1695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E549C" w:rsidRDefault="00DE549C" w:rsidP="00CC1695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A71BB">
        <w:rPr>
          <w:rFonts w:ascii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IV</w:t>
      </w:r>
      <w:r w:rsidRPr="00F90612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5A71BB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уровень</w:t>
      </w:r>
      <w:r w:rsidRPr="00F90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49C" w:rsidRDefault="00DE549C" w:rsidP="00CC1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рабочие профессии, связанные с отделкой изделий из металла.</w:t>
      </w:r>
    </w:p>
    <w:p w:rsidR="00DE549C" w:rsidRDefault="00DE549C" w:rsidP="00CC1695">
      <w:pPr>
        <w:rPr>
          <w:rFonts w:ascii="Times New Roman" w:hAnsi="Times New Roman" w:cs="Times New Roman"/>
        </w:rPr>
      </w:pPr>
    </w:p>
    <w:p w:rsidR="00DE549C" w:rsidRDefault="00DE549C"/>
    <w:sectPr w:rsidR="00DE549C" w:rsidSect="00F95E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F634E"/>
    <w:multiLevelType w:val="hybridMultilevel"/>
    <w:tmpl w:val="F814C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695"/>
    <w:rsid w:val="000326BD"/>
    <w:rsid w:val="000C75C6"/>
    <w:rsid w:val="00134AA0"/>
    <w:rsid w:val="00183490"/>
    <w:rsid w:val="001E7008"/>
    <w:rsid w:val="001F2207"/>
    <w:rsid w:val="00274BC7"/>
    <w:rsid w:val="00395CD2"/>
    <w:rsid w:val="00442F76"/>
    <w:rsid w:val="00452094"/>
    <w:rsid w:val="005A71BB"/>
    <w:rsid w:val="005B41BE"/>
    <w:rsid w:val="00636364"/>
    <w:rsid w:val="007B7589"/>
    <w:rsid w:val="007E178C"/>
    <w:rsid w:val="00A40FB2"/>
    <w:rsid w:val="00BA3160"/>
    <w:rsid w:val="00BA61D8"/>
    <w:rsid w:val="00BE1FBE"/>
    <w:rsid w:val="00C37650"/>
    <w:rsid w:val="00C7744A"/>
    <w:rsid w:val="00CC1695"/>
    <w:rsid w:val="00CC184C"/>
    <w:rsid w:val="00D35FD5"/>
    <w:rsid w:val="00D91696"/>
    <w:rsid w:val="00DE549C"/>
    <w:rsid w:val="00E344FD"/>
    <w:rsid w:val="00E37D8D"/>
    <w:rsid w:val="00E7346A"/>
    <w:rsid w:val="00E741D4"/>
    <w:rsid w:val="00F23BF6"/>
    <w:rsid w:val="00F80FB2"/>
    <w:rsid w:val="00F90612"/>
    <w:rsid w:val="00F95ED6"/>
    <w:rsid w:val="00FF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9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1695"/>
    <w:pPr>
      <w:ind w:left="720"/>
    </w:pPr>
  </w:style>
  <w:style w:type="table" w:styleId="TableGrid">
    <w:name w:val="Table Grid"/>
    <w:basedOn w:val="TableNormal"/>
    <w:uiPriority w:val="99"/>
    <w:locked/>
    <w:rsid w:val="00D916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186</Words>
  <Characters>1063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14</cp:revision>
  <dcterms:created xsi:type="dcterms:W3CDTF">2012-02-13T11:07:00Z</dcterms:created>
  <dcterms:modified xsi:type="dcterms:W3CDTF">2016-10-10T05:40:00Z</dcterms:modified>
</cp:coreProperties>
</file>